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75966">
        <w:rPr>
          <w:b/>
        </w:rPr>
        <w:t>Prvoci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4132C">
        <w:rPr>
          <w:b/>
        </w:rPr>
        <w:t xml:space="preserve">Mgr. </w:t>
      </w:r>
      <w:r w:rsidR="00675966">
        <w:rPr>
          <w:b/>
        </w:rPr>
        <w:t>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</w:t>
      </w:r>
      <w:r w:rsidR="0005776F">
        <w:t xml:space="preserve">: </w:t>
      </w:r>
      <w:r w:rsidR="002B2C8D">
        <w:t>2_</w:t>
      </w:r>
      <w:r w:rsidR="00163FFB">
        <w:t>Zoologie</w:t>
      </w:r>
      <w:r w:rsidR="00163029">
        <w:tab/>
      </w:r>
      <w:r w:rsidR="008725F1">
        <w:t>Č</w:t>
      </w:r>
      <w:r>
        <w:t>íslo</w:t>
      </w:r>
      <w:r w:rsidR="008725F1">
        <w:t xml:space="preserve"> </w:t>
      </w:r>
      <w:r w:rsidR="00163FFB">
        <w:t>DU</w:t>
      </w:r>
      <w:r w:rsidR="002B2C8D">
        <w:t>M</w:t>
      </w:r>
      <w:r w:rsidR="00807C0D">
        <w:t xml:space="preserve">: </w:t>
      </w:r>
      <w:r w:rsidR="00675966">
        <w:t>01</w:t>
      </w:r>
      <w:r w:rsidR="00592F82">
        <w:tab/>
      </w:r>
      <w:r w:rsidR="00807C0D">
        <w:t xml:space="preserve">                       </w:t>
      </w:r>
      <w:r w:rsidR="00592F82">
        <w:t>Předmět:</w:t>
      </w:r>
      <w:r w:rsidR="00807C0D">
        <w:t xml:space="preserve"> </w:t>
      </w:r>
      <w:r w:rsidR="00C610D4">
        <w:t>b</w:t>
      </w:r>
      <w:bookmarkStart w:id="0" w:name="_GoBack"/>
      <w:bookmarkEnd w:id="0"/>
      <w:r w:rsidR="00675966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612F9">
        <w:t>21.</w:t>
      </w:r>
      <w:r w:rsidR="00163FFB">
        <w:t>03.</w:t>
      </w:r>
      <w:r w:rsidR="003612F9">
        <w:t>2013</w:t>
      </w:r>
      <w:r w:rsidR="00163029">
        <w:tab/>
      </w:r>
      <w:r>
        <w:t>Třída:</w:t>
      </w:r>
      <w:r w:rsidR="00163029">
        <w:tab/>
      </w:r>
      <w:r w:rsidR="00456B1D">
        <w:t>sekunda</w:t>
      </w:r>
      <w:r>
        <w:tab/>
        <w:t>Ověřující učitel:</w:t>
      </w:r>
      <w:r w:rsidR="007777FA">
        <w:t xml:space="preserve"> </w:t>
      </w:r>
      <w:r w:rsidR="00456B1D">
        <w:t>Mgr. Ivana Turková</w:t>
      </w:r>
    </w:p>
    <w:p w:rsidR="00163029" w:rsidRPr="00501C29" w:rsidRDefault="00FC49CD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9316C7" w:rsidP="00745A98">
      <w:r>
        <w:t>Výukový materiál je určen pro žáky sekundy</w:t>
      </w:r>
      <w:r w:rsidR="00FB29D8">
        <w:t>.</w:t>
      </w:r>
      <w:r>
        <w:t xml:space="preserve"> Cílem je shrnout a procvičit učivo</w:t>
      </w:r>
      <w:r w:rsidR="00FB29D8">
        <w:t xml:space="preserve"> o prvocích</w:t>
      </w:r>
      <w:r w:rsidR="00576FFA">
        <w:t>. Charakt</w:t>
      </w:r>
      <w:r w:rsidR="003362C1">
        <w:t>er</w:t>
      </w:r>
      <w:r w:rsidR="00576FFA">
        <w:t>izovat stavbu buňky, funkci jednotlivých organel</w:t>
      </w:r>
      <w:r w:rsidR="003362C1">
        <w:t xml:space="preserve"> a porovnat zástupce kořenonožců a nálevníků.</w:t>
      </w:r>
      <w:r w:rsidR="00AE21DA" w:rsidRPr="00AE21DA">
        <w:t xml:space="preserve"> </w:t>
      </w:r>
      <w:r w:rsidR="00AE21DA" w:rsidRPr="00E91263">
        <w:t xml:space="preserve">Pro motivaci </w:t>
      </w:r>
      <w:r w:rsidR="00AE21DA">
        <w:t xml:space="preserve">jsou </w:t>
      </w:r>
      <w:r w:rsidR="00AE21DA" w:rsidRPr="00E91263">
        <w:t>na úvod zařazeny</w:t>
      </w:r>
      <w:r w:rsidR="00AE21DA">
        <w:t xml:space="preserve"> videosnímky s pohybem prvoků trepky a měňav</w:t>
      </w:r>
      <w:r w:rsidR="00483EBA">
        <w:t>k</w:t>
      </w:r>
      <w:r w:rsidR="00AE21DA">
        <w:t>y.</w:t>
      </w:r>
    </w:p>
    <w:p w:rsidR="00576FF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675966" w:rsidP="00745A98">
      <w:pPr>
        <w:spacing w:before="240" w:line="360" w:lineRule="auto"/>
        <w:rPr>
          <w:b/>
        </w:rPr>
      </w:pPr>
      <w:r>
        <w:t>Prvok, měňavka,</w:t>
      </w:r>
      <w:r w:rsidR="00FB29D8">
        <w:t xml:space="preserve"> </w:t>
      </w:r>
      <w:r>
        <w:t>trepka,</w:t>
      </w:r>
      <w:r w:rsidR="00FB29D8">
        <w:t xml:space="preserve"> </w:t>
      </w:r>
      <w:r>
        <w:t xml:space="preserve">organela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32F0C" w:rsidRDefault="00B32F0C" w:rsidP="00B32F0C">
      <w:pPr>
        <w:spacing w:line="276" w:lineRule="auto"/>
      </w:pPr>
      <w:r w:rsidRPr="00E91263">
        <w:t>Metodické pokyny jsou u každého cvičení.</w:t>
      </w:r>
    </w:p>
    <w:p w:rsidR="00B32F0C" w:rsidRDefault="00FB29D8" w:rsidP="00B32F0C">
      <w:pPr>
        <w:spacing w:line="276" w:lineRule="auto"/>
      </w:pPr>
      <w:r>
        <w:t xml:space="preserve">Aktivita 1 – </w:t>
      </w:r>
      <w:r w:rsidR="00C40D73">
        <w:t>st</w:t>
      </w:r>
      <w:r>
        <w:t xml:space="preserve">r. </w:t>
      </w:r>
      <w:r w:rsidR="00B32F0C">
        <w:t>5</w:t>
      </w:r>
      <w:r>
        <w:t xml:space="preserve">, </w:t>
      </w:r>
      <w:r w:rsidR="00B32F0C">
        <w:t>6</w:t>
      </w:r>
      <w:r>
        <w:t xml:space="preserve"> </w:t>
      </w:r>
      <w:r w:rsidR="00FC01BC">
        <w:t>–</w:t>
      </w:r>
      <w:r>
        <w:t xml:space="preserve"> </w:t>
      </w:r>
      <w:r w:rsidR="003612F9">
        <w:t>zhlédnutí</w:t>
      </w:r>
      <w:r w:rsidR="00FC01BC">
        <w:t xml:space="preserve"> animací</w:t>
      </w:r>
    </w:p>
    <w:p w:rsidR="00FC01BC" w:rsidRDefault="00FC01BC" w:rsidP="00B32F0C">
      <w:pPr>
        <w:spacing w:line="276" w:lineRule="auto"/>
      </w:pPr>
      <w:r>
        <w:t xml:space="preserve">Aktivita 2 – </w:t>
      </w:r>
      <w:r w:rsidR="00C40D73">
        <w:t>st</w:t>
      </w:r>
      <w:r>
        <w:t xml:space="preserve">r. </w:t>
      </w:r>
      <w:r w:rsidR="00B32F0C">
        <w:t>7</w:t>
      </w:r>
      <w:r>
        <w:t xml:space="preserve"> – přiřazení charakteristických znaků </w:t>
      </w:r>
      <w:r w:rsidR="009223E4">
        <w:t xml:space="preserve">prvokům </w:t>
      </w:r>
      <w:r w:rsidR="00C40D73">
        <w:t>trep</w:t>
      </w:r>
      <w:r w:rsidR="009223E4">
        <w:t>ka</w:t>
      </w:r>
      <w:r w:rsidR="00C40D73">
        <w:t xml:space="preserve"> a měňav</w:t>
      </w:r>
      <w:r w:rsidR="009223E4">
        <w:t>ka</w:t>
      </w:r>
    </w:p>
    <w:p w:rsidR="00C40D73" w:rsidRDefault="00C40D73" w:rsidP="00B32F0C">
      <w:r>
        <w:t xml:space="preserve">Aktivita 3 – str. </w:t>
      </w:r>
      <w:r w:rsidR="00B32F0C">
        <w:t>8</w:t>
      </w:r>
      <w:r>
        <w:t xml:space="preserve"> – </w:t>
      </w:r>
      <w:r w:rsidR="0005776F">
        <w:t>určení funkce daných organel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5E7198" w:rsidRDefault="005E7198" w:rsidP="005E7198">
      <w:r>
        <w:t xml:space="preserve">hry, videa – SMART Notebook 11, Lesson Activity Toolkit </w:t>
      </w:r>
    </w:p>
    <w:p w:rsidR="005E7198" w:rsidRDefault="005E7198" w:rsidP="005E7198">
      <w:r>
        <w:t xml:space="preserve">učebnice – </w:t>
      </w:r>
      <w:r w:rsidR="007E3240">
        <w:t>KVASNIČKOVÁ, D</w:t>
      </w:r>
      <w:r>
        <w:t>. Ek</w:t>
      </w:r>
      <w:r w:rsidRPr="00163FFB">
        <w:rPr>
          <w:i/>
        </w:rPr>
        <w:t>ologický přírodopis pro 7. ročník základní školy</w:t>
      </w:r>
      <w:r>
        <w:t xml:space="preserve"> (2. část)</w:t>
      </w:r>
      <w:r w:rsidR="00163FFB">
        <w:t>.</w:t>
      </w:r>
      <w:r>
        <w:t xml:space="preserve"> Praha: Fortuna, 1997</w:t>
      </w:r>
    </w:p>
    <w:p w:rsidR="00623F17" w:rsidRDefault="005E7198" w:rsidP="005E7198">
      <w:r>
        <w:t xml:space="preserve">učebnice – </w:t>
      </w:r>
      <w:r w:rsidR="007E3240">
        <w:t xml:space="preserve">SMRŽ, J. </w:t>
      </w:r>
      <w:r w:rsidRPr="00163FFB">
        <w:rPr>
          <w:i/>
        </w:rPr>
        <w:t xml:space="preserve">Biologie živočichů. </w:t>
      </w:r>
      <w:r>
        <w:t>Praha: Fortuna, 2004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Pr="00B4132C">
        <w:rPr>
          <w:b/>
        </w:rPr>
        <w:t xml:space="preserve"> </w:t>
      </w:r>
      <w:r w:rsidR="00B4132C" w:rsidRPr="00B4132C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F02" w:rsidRDefault="00915F02">
      <w:r>
        <w:separator/>
      </w:r>
    </w:p>
  </w:endnote>
  <w:endnote w:type="continuationSeparator" w:id="0">
    <w:p w:rsidR="00915F02" w:rsidRDefault="00915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1B" w:rsidRDefault="0034331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1B" w:rsidRDefault="0034331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1B" w:rsidRDefault="0034331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F02" w:rsidRDefault="00915F02">
      <w:r>
        <w:separator/>
      </w:r>
    </w:p>
  </w:footnote>
  <w:footnote w:type="continuationSeparator" w:id="0">
    <w:p w:rsidR="00915F02" w:rsidRDefault="00915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1B" w:rsidRDefault="003433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4331B">
      <w:rPr>
        <w:bCs/>
      </w:rPr>
      <w:t>34.</w:t>
    </w:r>
    <w:r>
      <w:rPr>
        <w:bCs/>
      </w:rPr>
      <w:t>0325</w:t>
    </w:r>
  </w:p>
  <w:p w:rsidR="00484E3A" w:rsidRPr="00745A98" w:rsidRDefault="00FC49C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C49CD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1B" w:rsidRDefault="003433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210F0"/>
    <w:rsid w:val="00040C37"/>
    <w:rsid w:val="000547D9"/>
    <w:rsid w:val="00054DFD"/>
    <w:rsid w:val="0005776F"/>
    <w:rsid w:val="000A48C9"/>
    <w:rsid w:val="000B2930"/>
    <w:rsid w:val="000C1FE7"/>
    <w:rsid w:val="000C3E7E"/>
    <w:rsid w:val="000E29CB"/>
    <w:rsid w:val="0010546B"/>
    <w:rsid w:val="00163029"/>
    <w:rsid w:val="00163FFB"/>
    <w:rsid w:val="001A6A4C"/>
    <w:rsid w:val="001F1A08"/>
    <w:rsid w:val="0022313B"/>
    <w:rsid w:val="00223CA5"/>
    <w:rsid w:val="00232FB1"/>
    <w:rsid w:val="0028489E"/>
    <w:rsid w:val="00290C19"/>
    <w:rsid w:val="00297870"/>
    <w:rsid w:val="002A290B"/>
    <w:rsid w:val="002A5BAC"/>
    <w:rsid w:val="002B2C8D"/>
    <w:rsid w:val="002C7446"/>
    <w:rsid w:val="0033262C"/>
    <w:rsid w:val="003362C1"/>
    <w:rsid w:val="0034331B"/>
    <w:rsid w:val="0034544A"/>
    <w:rsid w:val="00353FD9"/>
    <w:rsid w:val="003612F9"/>
    <w:rsid w:val="0036718C"/>
    <w:rsid w:val="003761B0"/>
    <w:rsid w:val="00380674"/>
    <w:rsid w:val="003835AF"/>
    <w:rsid w:val="00394D93"/>
    <w:rsid w:val="003A5AD6"/>
    <w:rsid w:val="003E4C3B"/>
    <w:rsid w:val="003E63C0"/>
    <w:rsid w:val="003F15BC"/>
    <w:rsid w:val="003F4DE8"/>
    <w:rsid w:val="0042348A"/>
    <w:rsid w:val="00434610"/>
    <w:rsid w:val="00445D3A"/>
    <w:rsid w:val="00454632"/>
    <w:rsid w:val="00456B1D"/>
    <w:rsid w:val="004621BF"/>
    <w:rsid w:val="0046688E"/>
    <w:rsid w:val="00471A18"/>
    <w:rsid w:val="00483EBA"/>
    <w:rsid w:val="00484E3A"/>
    <w:rsid w:val="00490F9C"/>
    <w:rsid w:val="00493EE7"/>
    <w:rsid w:val="004C3049"/>
    <w:rsid w:val="00501C29"/>
    <w:rsid w:val="00512A86"/>
    <w:rsid w:val="00546A70"/>
    <w:rsid w:val="00567040"/>
    <w:rsid w:val="00574DD9"/>
    <w:rsid w:val="00576FFA"/>
    <w:rsid w:val="00592F82"/>
    <w:rsid w:val="005A62C1"/>
    <w:rsid w:val="005D030A"/>
    <w:rsid w:val="005E7198"/>
    <w:rsid w:val="006027CC"/>
    <w:rsid w:val="00604898"/>
    <w:rsid w:val="00623F17"/>
    <w:rsid w:val="00675966"/>
    <w:rsid w:val="006A718D"/>
    <w:rsid w:val="006E792F"/>
    <w:rsid w:val="00700E72"/>
    <w:rsid w:val="007307BC"/>
    <w:rsid w:val="00745A98"/>
    <w:rsid w:val="007659FE"/>
    <w:rsid w:val="00771703"/>
    <w:rsid w:val="007777FA"/>
    <w:rsid w:val="007C424F"/>
    <w:rsid w:val="007C52F1"/>
    <w:rsid w:val="007D4A34"/>
    <w:rsid w:val="007E3240"/>
    <w:rsid w:val="007F02F7"/>
    <w:rsid w:val="007F06C8"/>
    <w:rsid w:val="00801324"/>
    <w:rsid w:val="00802575"/>
    <w:rsid w:val="00807C0D"/>
    <w:rsid w:val="00812228"/>
    <w:rsid w:val="0082351D"/>
    <w:rsid w:val="00823D1E"/>
    <w:rsid w:val="008725F1"/>
    <w:rsid w:val="00874F8F"/>
    <w:rsid w:val="008B5602"/>
    <w:rsid w:val="008F1D94"/>
    <w:rsid w:val="00915F02"/>
    <w:rsid w:val="009178A2"/>
    <w:rsid w:val="009223E4"/>
    <w:rsid w:val="00930B79"/>
    <w:rsid w:val="009316C7"/>
    <w:rsid w:val="009E736F"/>
    <w:rsid w:val="009F240C"/>
    <w:rsid w:val="009F6F13"/>
    <w:rsid w:val="00A32C1A"/>
    <w:rsid w:val="00A32F88"/>
    <w:rsid w:val="00A67905"/>
    <w:rsid w:val="00A739DB"/>
    <w:rsid w:val="00A92398"/>
    <w:rsid w:val="00A97F76"/>
    <w:rsid w:val="00AA1234"/>
    <w:rsid w:val="00AB2B25"/>
    <w:rsid w:val="00AE0AB9"/>
    <w:rsid w:val="00AE21DA"/>
    <w:rsid w:val="00B03303"/>
    <w:rsid w:val="00B11E31"/>
    <w:rsid w:val="00B121FF"/>
    <w:rsid w:val="00B32F0C"/>
    <w:rsid w:val="00B4132C"/>
    <w:rsid w:val="00B43D79"/>
    <w:rsid w:val="00B73B73"/>
    <w:rsid w:val="00BA4C26"/>
    <w:rsid w:val="00BC3C15"/>
    <w:rsid w:val="00C067D2"/>
    <w:rsid w:val="00C36394"/>
    <w:rsid w:val="00C40D73"/>
    <w:rsid w:val="00C43F4C"/>
    <w:rsid w:val="00C610D4"/>
    <w:rsid w:val="00C61876"/>
    <w:rsid w:val="00C61B2E"/>
    <w:rsid w:val="00C841AF"/>
    <w:rsid w:val="00CB38DA"/>
    <w:rsid w:val="00CC59E8"/>
    <w:rsid w:val="00CF24A3"/>
    <w:rsid w:val="00D55016"/>
    <w:rsid w:val="00D61103"/>
    <w:rsid w:val="00D65D2B"/>
    <w:rsid w:val="00DB726E"/>
    <w:rsid w:val="00DC194F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29D8"/>
    <w:rsid w:val="00FC01BC"/>
    <w:rsid w:val="00FC34AC"/>
    <w:rsid w:val="00FC49CD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DUM\KONTROLA_DUM_duben_kveten_\BI_zkontrolovane\Bi_2_01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164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2013-06-27T20:50:00Z</cp:lastPrinted>
  <dcterms:created xsi:type="dcterms:W3CDTF">2013-06-04T10:51:00Z</dcterms:created>
  <dcterms:modified xsi:type="dcterms:W3CDTF">2014-05-05T13:06:00Z</dcterms:modified>
</cp:coreProperties>
</file>