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8DA" w:rsidRPr="00745A98" w:rsidRDefault="00B121FF" w:rsidP="008E1536">
      <w:pPr>
        <w:pStyle w:val="Nadpis1"/>
      </w:pPr>
      <w:r w:rsidRPr="00745A98">
        <w:t>Metodický list</w:t>
      </w:r>
    </w:p>
    <w:p w:rsidR="009F6F13" w:rsidRPr="00E30F9B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</w:t>
      </w:r>
      <w:r w:rsidR="00154C93">
        <w:rPr>
          <w:b/>
        </w:rPr>
        <w:t xml:space="preserve">: </w:t>
      </w:r>
      <w:r w:rsidR="0000627C" w:rsidRPr="00E30F9B">
        <w:rPr>
          <w:b/>
        </w:rPr>
        <w:t>Opakování pojmů z botaniky</w:t>
      </w:r>
    </w:p>
    <w:p w:rsidR="009F6F13" w:rsidRPr="00786F8A" w:rsidRDefault="009F6F13" w:rsidP="00163029">
      <w:pPr>
        <w:tabs>
          <w:tab w:val="left" w:pos="1985"/>
        </w:tabs>
        <w:spacing w:line="360" w:lineRule="auto"/>
      </w:pPr>
      <w:r w:rsidRPr="00A32F88">
        <w:rPr>
          <w:b/>
        </w:rPr>
        <w:t>Autor materiálu</w:t>
      </w:r>
      <w:r w:rsidR="001F362D">
        <w:rPr>
          <w:b/>
        </w:rPr>
        <w:t xml:space="preserve">: </w:t>
      </w:r>
      <w:r w:rsidR="001F362D" w:rsidRPr="00E30F9B">
        <w:rPr>
          <w:b/>
        </w:rPr>
        <w:t>Mgr. Hana Chotovinská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Pr="00356EB4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  <w:rPr>
          <w:color w:val="00B050"/>
        </w:rPr>
      </w:pPr>
      <w:r>
        <w:t>Sada</w:t>
      </w:r>
      <w:r w:rsidRPr="00154C93">
        <w:t xml:space="preserve">: </w:t>
      </w:r>
      <w:r w:rsidR="00167747" w:rsidRPr="00154C93">
        <w:t>1</w:t>
      </w:r>
      <w:r w:rsidR="001F362D" w:rsidRPr="001F362D">
        <w:rPr>
          <w:b/>
        </w:rPr>
        <w:t>_</w:t>
      </w:r>
      <w:r w:rsidR="00154C93" w:rsidRPr="0000627C">
        <w:t>Biologie nebun</w:t>
      </w:r>
      <w:r w:rsidR="0000627C" w:rsidRPr="0000627C">
        <w:t>ěč</w:t>
      </w:r>
      <w:r w:rsidR="00154C93" w:rsidRPr="0000627C">
        <w:t>ných, prokaryot</w:t>
      </w:r>
      <w:r w:rsidR="00154C93">
        <w:t xml:space="preserve">, rostlin a hub    </w:t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356EB4">
        <w:t xml:space="preserve"> </w:t>
      </w:r>
      <w:r w:rsidR="0000627C">
        <w:t>20</w:t>
      </w:r>
      <w:r w:rsidR="00525D0B">
        <w:t xml:space="preserve">     Předmět: b</w:t>
      </w:r>
      <w:bookmarkStart w:id="0" w:name="_GoBack"/>
      <w:bookmarkEnd w:id="0"/>
      <w:r w:rsidR="001F362D">
        <w:t>iologie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 w:rsidR="00167747">
        <w:t xml:space="preserve"> </w:t>
      </w:r>
      <w:r>
        <w:tab/>
      </w:r>
      <w:r w:rsidR="00786F8A">
        <w:t>01</w:t>
      </w:r>
      <w:r w:rsidR="00154C93">
        <w:t>.1</w:t>
      </w:r>
      <w:r w:rsidR="0043315C">
        <w:t>1</w:t>
      </w:r>
      <w:r w:rsidR="001F362D">
        <w:t>.2013</w:t>
      </w:r>
      <w:r w:rsidR="00CF12EC">
        <w:t xml:space="preserve">    </w:t>
      </w:r>
      <w:r>
        <w:t>Třída:</w:t>
      </w:r>
      <w:r w:rsidR="00163029">
        <w:tab/>
      </w:r>
      <w:r w:rsidR="00167747">
        <w:t xml:space="preserve">4. ročník MBB       </w:t>
      </w:r>
      <w:r>
        <w:t>Ověřující učitel:</w:t>
      </w:r>
      <w:r w:rsidR="001F362D">
        <w:t xml:space="preserve"> Mgr. Hana Chotovinská</w:t>
      </w:r>
    </w:p>
    <w:p w:rsidR="001C6252" w:rsidRDefault="000B30C9" w:rsidP="001C6252">
      <w:pPr>
        <w:spacing w:before="240" w:line="360" w:lineRule="auto"/>
        <w:rPr>
          <w:rStyle w:val="Hypertextovodkaz"/>
          <w:b/>
          <w:color w:val="auto"/>
          <w:u w:val="none"/>
        </w:rPr>
      </w:pPr>
      <w:hyperlink r:id="rId7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A20C51" w:rsidRDefault="00B51BE0" w:rsidP="00A20C51">
      <w:pPr>
        <w:pStyle w:val="Bezmezer"/>
        <w:jc w:val="both"/>
      </w:pPr>
      <w:r>
        <w:t>Výukový materiál</w:t>
      </w:r>
      <w:r w:rsidR="00167747">
        <w:t xml:space="preserve"> </w:t>
      </w:r>
      <w:r w:rsidR="0000627C">
        <w:t>slouží k opakování vybraných pojmů z botaniky.</w:t>
      </w:r>
    </w:p>
    <w:p w:rsidR="00A573E6" w:rsidRDefault="00A573E6" w:rsidP="00A573E6">
      <w:pPr>
        <w:pStyle w:val="Bezmezer"/>
      </w:pPr>
    </w:p>
    <w:p w:rsidR="00154C93" w:rsidRDefault="00484E3A" w:rsidP="0000627C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00627C" w:rsidRDefault="0000627C" w:rsidP="0000627C">
      <w:pPr>
        <w:pStyle w:val="Bezmezer"/>
      </w:pPr>
      <w:r w:rsidRPr="0000627C">
        <w:t>aerenchym, algologie, andreceum, anteridium, blizna, brachyblast</w:t>
      </w:r>
      <w:r>
        <w:t>, cévice, dendrologie, endodermis, endosperm, epikotyl, fytocenologie, fytopatologie, gametofyt, gyneceum, hrozen, hypokotyl, inuli</w:t>
      </w:r>
      <w:r w:rsidR="00D91735">
        <w:t>n, jazýček, jednodomá rostlina,</w:t>
      </w:r>
      <w:r>
        <w:t xml:space="preserve"> jehněda, kalich, koruna, kambium, kolenchym,  koruna, květenství, lusk, měchýřek, mošnička, obilka, okolík, okvětí, oplodí, oříšek, palynologie,</w:t>
      </w:r>
    </w:p>
    <w:p w:rsidR="0000627C" w:rsidRDefault="0000627C" w:rsidP="0000627C">
      <w:pPr>
        <w:pStyle w:val="Bezmezer"/>
      </w:pPr>
      <w:r>
        <w:t>pelatka, pestík, pírko, plumula, sítkovice, sklerenchym, souplodí, tobolka, tvrdka, úbor, vidlan, vijan, zákrov</w:t>
      </w:r>
    </w:p>
    <w:p w:rsidR="0000627C" w:rsidRDefault="0000627C" w:rsidP="0000627C">
      <w:pPr>
        <w:spacing w:before="240" w:line="360" w:lineRule="auto"/>
      </w:pPr>
    </w:p>
    <w:p w:rsidR="00A20C51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A20C51" w:rsidRPr="00A20C51" w:rsidRDefault="0000627C" w:rsidP="00745A98">
      <w:pPr>
        <w:spacing w:before="240" w:line="360" w:lineRule="auto"/>
        <w:rPr>
          <w:b/>
        </w:rPr>
      </w:pPr>
      <w:r>
        <w:t>Materiál určený k opakování vybraných základních pojmů z botaniky. Vhodný k zařazení na závěr probraného učiva. Vhodný i pro samostatné opakování.</w:t>
      </w:r>
    </w:p>
    <w:p w:rsidR="00287B16" w:rsidRDefault="00287B16" w:rsidP="00CF12EC">
      <w:pPr>
        <w:jc w:val="both"/>
      </w:pPr>
    </w:p>
    <w:p w:rsidR="00F07BC4" w:rsidRDefault="00B51BE0" w:rsidP="00CF12EC">
      <w:pPr>
        <w:jc w:val="both"/>
      </w:pPr>
      <w:r>
        <w:t>Č</w:t>
      </w:r>
      <w:r w:rsidR="00CE3096">
        <w:t xml:space="preserve">asová náročnost: </w:t>
      </w:r>
      <w:r w:rsidR="0000627C">
        <w:t>jedna vyučovací hodina</w:t>
      </w:r>
    </w:p>
    <w:p w:rsidR="00745A98" w:rsidRDefault="00745A98" w:rsidP="009F6F13"/>
    <w:p w:rsidR="00DB1D49" w:rsidRDefault="00DB1D49" w:rsidP="009F6F13"/>
    <w:p w:rsidR="00A20C51" w:rsidRPr="008A1DB7" w:rsidRDefault="00623F17" w:rsidP="008A1DB7">
      <w:pPr>
        <w:spacing w:before="240" w:line="360" w:lineRule="auto"/>
        <w:rPr>
          <w:b/>
        </w:rPr>
      </w:pPr>
      <w:r w:rsidRPr="00623F17">
        <w:rPr>
          <w:b/>
        </w:rPr>
        <w:t>Seznam literatury a pramenů</w:t>
      </w:r>
      <w:r w:rsidR="0000627C">
        <w:rPr>
          <w:b/>
        </w:rPr>
        <w:t>:</w:t>
      </w:r>
    </w:p>
    <w:p w:rsidR="00B51BE0" w:rsidRPr="00D91735" w:rsidRDefault="008A1DB7" w:rsidP="00D91735">
      <w:pPr>
        <w:autoSpaceDE w:val="0"/>
        <w:autoSpaceDN w:val="0"/>
        <w:adjustRightInd w:val="0"/>
        <w:rPr>
          <w:color w:val="000000" w:themeColor="text1"/>
        </w:rPr>
      </w:pPr>
      <w:r w:rsidRPr="008A1DB7">
        <w:rPr>
          <w:color w:val="000000" w:themeColor="text1"/>
        </w:rPr>
        <w:t>SMART Notebook 11, Lesson Activity Toolkit</w:t>
      </w:r>
    </w:p>
    <w:sectPr w:rsidR="00B51BE0" w:rsidRPr="00D91735" w:rsidSect="00A32F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16D8" w:rsidRDefault="00F216D8">
      <w:r>
        <w:separator/>
      </w:r>
    </w:p>
  </w:endnote>
  <w:endnote w:type="continuationSeparator" w:id="0">
    <w:p w:rsidR="00F216D8" w:rsidRDefault="00F216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49E" w:rsidRDefault="0054349E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EB4" w:rsidRPr="008F1D94" w:rsidRDefault="00356EB4">
    <w:pPr>
      <w:pStyle w:val="Zpat"/>
      <w:tabs>
        <w:tab w:val="clear" w:pos="9072"/>
        <w:tab w:val="right" w:pos="9540"/>
      </w:tabs>
      <w:rPr>
        <w:bCs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49E" w:rsidRDefault="0054349E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16D8" w:rsidRDefault="00F216D8">
      <w:r>
        <w:separator/>
      </w:r>
    </w:p>
  </w:footnote>
  <w:footnote w:type="continuationSeparator" w:id="0">
    <w:p w:rsidR="00F216D8" w:rsidRDefault="00F216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49E" w:rsidRDefault="0054349E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EB4" w:rsidRDefault="001F362D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0" t="0" r="9525" b="9525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Pr="00394D93" w:rsidRDefault="00356EB4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356EB4" w:rsidRPr="00745A98" w:rsidRDefault="00356EB4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54349E">
      <w:rPr>
        <w:bCs/>
      </w:rPr>
      <w:t>34.</w:t>
    </w:r>
    <w:r>
      <w:rPr>
        <w:bCs/>
      </w:rPr>
      <w:t>0325</w:t>
    </w:r>
  </w:p>
  <w:p w:rsidR="00356EB4" w:rsidRPr="00745A98" w:rsidRDefault="000B30C9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 w:rsidRPr="000B30C9"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2049" type="#_x0000_t32" style="position:absolute;margin-left:-1.35pt;margin-top:19.55pt;width:463.8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</w:pict>
    </w:r>
    <w:r w:rsidR="00356EB4">
      <w:rPr>
        <w:bCs/>
      </w:rPr>
      <w:t>Příjemce:</w:t>
    </w:r>
    <w:r w:rsidR="00356EB4">
      <w:rPr>
        <w:bCs/>
      </w:rPr>
      <w:tab/>
      <w:t>Gymnázium Pierra de Coubertina, Tábor, Náměstí Františka Křižíka 860, 390 01 Tábor</w:t>
    </w:r>
    <w:r w:rsidR="00356EB4" w:rsidRPr="00745A98"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49E" w:rsidRDefault="0054349E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pt;height:12pt;visibility:visible;mso-wrap-style:square" o:bullet="t">
        <v:imagedata r:id="rId1" o:title=""/>
      </v:shape>
    </w:pict>
  </w:numPicBullet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593245"/>
    <w:multiLevelType w:val="hybridMultilevel"/>
    <w:tmpl w:val="98081430"/>
    <w:lvl w:ilvl="0" w:tplc="EE107CB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6D0A0A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BE007E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54C2C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99ED7C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240322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A14F5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69089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F64545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7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9"/>
  <w:hyphenationZone w:val="425"/>
  <w:noPunctuationKerning/>
  <w:characterSpacingControl w:val="doNotCompress"/>
  <w:hdrShapeDefaults>
    <o:shapedefaults v:ext="edit" spidmax="2050"/>
    <o:shapelayout v:ext="edit">
      <o:idmap v:ext="edit" data="2"/>
      <o:rules v:ext="edit">
        <o:r id="V:Rule1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3E4C3B"/>
    <w:rsid w:val="0000627C"/>
    <w:rsid w:val="00040C37"/>
    <w:rsid w:val="000547D9"/>
    <w:rsid w:val="00054DFD"/>
    <w:rsid w:val="000A48C9"/>
    <w:rsid w:val="000B2930"/>
    <w:rsid w:val="000B30C9"/>
    <w:rsid w:val="000C1FE7"/>
    <w:rsid w:val="000C3E7E"/>
    <w:rsid w:val="000E29CB"/>
    <w:rsid w:val="0010546B"/>
    <w:rsid w:val="00154C93"/>
    <w:rsid w:val="00163029"/>
    <w:rsid w:val="00167747"/>
    <w:rsid w:val="001A6A4C"/>
    <w:rsid w:val="001C6252"/>
    <w:rsid w:val="001F1A08"/>
    <w:rsid w:val="001F362D"/>
    <w:rsid w:val="0022687A"/>
    <w:rsid w:val="00232FB1"/>
    <w:rsid w:val="002602D1"/>
    <w:rsid w:val="0028489E"/>
    <w:rsid w:val="00287B16"/>
    <w:rsid w:val="00290C19"/>
    <w:rsid w:val="00297870"/>
    <w:rsid w:val="002A290B"/>
    <w:rsid w:val="002A5BAC"/>
    <w:rsid w:val="002B506F"/>
    <w:rsid w:val="002C4503"/>
    <w:rsid w:val="003021FB"/>
    <w:rsid w:val="00307242"/>
    <w:rsid w:val="0033262C"/>
    <w:rsid w:val="0034544A"/>
    <w:rsid w:val="00353FD9"/>
    <w:rsid w:val="00356EB4"/>
    <w:rsid w:val="0036718C"/>
    <w:rsid w:val="00371ACF"/>
    <w:rsid w:val="003761B0"/>
    <w:rsid w:val="003835AF"/>
    <w:rsid w:val="00394D93"/>
    <w:rsid w:val="003A5AD6"/>
    <w:rsid w:val="003C23E7"/>
    <w:rsid w:val="003E4C3B"/>
    <w:rsid w:val="003E63C0"/>
    <w:rsid w:val="003F410B"/>
    <w:rsid w:val="003F4DE8"/>
    <w:rsid w:val="00413280"/>
    <w:rsid w:val="0042348A"/>
    <w:rsid w:val="0043315C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25D0B"/>
    <w:rsid w:val="0054349E"/>
    <w:rsid w:val="00546A70"/>
    <w:rsid w:val="00574DD9"/>
    <w:rsid w:val="00592F82"/>
    <w:rsid w:val="005A3E6A"/>
    <w:rsid w:val="005A62C1"/>
    <w:rsid w:val="005A7826"/>
    <w:rsid w:val="005D030A"/>
    <w:rsid w:val="006027CC"/>
    <w:rsid w:val="00623F17"/>
    <w:rsid w:val="006A718D"/>
    <w:rsid w:val="006E792F"/>
    <w:rsid w:val="00700E72"/>
    <w:rsid w:val="00745A98"/>
    <w:rsid w:val="00745C90"/>
    <w:rsid w:val="007659FE"/>
    <w:rsid w:val="00767873"/>
    <w:rsid w:val="00771703"/>
    <w:rsid w:val="0078067C"/>
    <w:rsid w:val="00786F8A"/>
    <w:rsid w:val="007C424F"/>
    <w:rsid w:val="007C52F1"/>
    <w:rsid w:val="007F02F7"/>
    <w:rsid w:val="007F06C8"/>
    <w:rsid w:val="00801324"/>
    <w:rsid w:val="00812228"/>
    <w:rsid w:val="0082351D"/>
    <w:rsid w:val="00823D1E"/>
    <w:rsid w:val="008360DB"/>
    <w:rsid w:val="008725F1"/>
    <w:rsid w:val="008A096F"/>
    <w:rsid w:val="008A1DB7"/>
    <w:rsid w:val="008B084D"/>
    <w:rsid w:val="008B5602"/>
    <w:rsid w:val="008E1536"/>
    <w:rsid w:val="008E3066"/>
    <w:rsid w:val="008F1D94"/>
    <w:rsid w:val="009178A2"/>
    <w:rsid w:val="00930B79"/>
    <w:rsid w:val="00932CAB"/>
    <w:rsid w:val="00973A79"/>
    <w:rsid w:val="009E6D09"/>
    <w:rsid w:val="009E736F"/>
    <w:rsid w:val="009F240C"/>
    <w:rsid w:val="009F6F13"/>
    <w:rsid w:val="00A147B9"/>
    <w:rsid w:val="00A20C51"/>
    <w:rsid w:val="00A32C1A"/>
    <w:rsid w:val="00A32F88"/>
    <w:rsid w:val="00A573E6"/>
    <w:rsid w:val="00A67905"/>
    <w:rsid w:val="00A739DB"/>
    <w:rsid w:val="00A92398"/>
    <w:rsid w:val="00AE0AB9"/>
    <w:rsid w:val="00AF7034"/>
    <w:rsid w:val="00B03303"/>
    <w:rsid w:val="00B0784A"/>
    <w:rsid w:val="00B11E31"/>
    <w:rsid w:val="00B121FF"/>
    <w:rsid w:val="00B41045"/>
    <w:rsid w:val="00B43D79"/>
    <w:rsid w:val="00B51BE0"/>
    <w:rsid w:val="00B56690"/>
    <w:rsid w:val="00B64FB6"/>
    <w:rsid w:val="00B73B73"/>
    <w:rsid w:val="00BA4C26"/>
    <w:rsid w:val="00BC3C15"/>
    <w:rsid w:val="00C067D2"/>
    <w:rsid w:val="00C36394"/>
    <w:rsid w:val="00C43F4C"/>
    <w:rsid w:val="00C61876"/>
    <w:rsid w:val="00C61B2E"/>
    <w:rsid w:val="00C841AF"/>
    <w:rsid w:val="00CB38DA"/>
    <w:rsid w:val="00CC59E8"/>
    <w:rsid w:val="00CE3096"/>
    <w:rsid w:val="00CF12EC"/>
    <w:rsid w:val="00CF24A3"/>
    <w:rsid w:val="00D04ABB"/>
    <w:rsid w:val="00D575E3"/>
    <w:rsid w:val="00D62716"/>
    <w:rsid w:val="00D65D2B"/>
    <w:rsid w:val="00D91735"/>
    <w:rsid w:val="00DA2044"/>
    <w:rsid w:val="00DB1D49"/>
    <w:rsid w:val="00DB726E"/>
    <w:rsid w:val="00DC22FE"/>
    <w:rsid w:val="00E12C07"/>
    <w:rsid w:val="00E30F9B"/>
    <w:rsid w:val="00E85A23"/>
    <w:rsid w:val="00E9089C"/>
    <w:rsid w:val="00E95867"/>
    <w:rsid w:val="00E96239"/>
    <w:rsid w:val="00EA5610"/>
    <w:rsid w:val="00EB152F"/>
    <w:rsid w:val="00EB331B"/>
    <w:rsid w:val="00ED00A5"/>
    <w:rsid w:val="00EE037D"/>
    <w:rsid w:val="00EF7937"/>
    <w:rsid w:val="00F07BC4"/>
    <w:rsid w:val="00F10E86"/>
    <w:rsid w:val="00F157CC"/>
    <w:rsid w:val="00F16660"/>
    <w:rsid w:val="00F216D8"/>
    <w:rsid w:val="00F21BB5"/>
    <w:rsid w:val="00F456CA"/>
    <w:rsid w:val="00F53F71"/>
    <w:rsid w:val="00F73128"/>
    <w:rsid w:val="00F77E1C"/>
    <w:rsid w:val="00FA168B"/>
    <w:rsid w:val="00FC34AC"/>
    <w:rsid w:val="00FD6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  <w:style w:type="paragraph" w:styleId="Bezmezer">
    <w:name w:val="No Spacing"/>
    <w:uiPriority w:val="1"/>
    <w:qFormat/>
    <w:rsid w:val="00307242"/>
    <w:rPr>
      <w:sz w:val="24"/>
      <w:szCs w:val="24"/>
    </w:rPr>
  </w:style>
  <w:style w:type="paragraph" w:styleId="Normlnweb">
    <w:name w:val="Normal (Web)"/>
    <w:basedOn w:val="Normln"/>
    <w:uiPriority w:val="99"/>
    <w:unhideWhenUsed/>
    <w:rsid w:val="002B506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  <w:style w:type="paragraph" w:styleId="Bezmezer">
    <w:name w:val="No Spacing"/>
    <w:uiPriority w:val="1"/>
    <w:qFormat/>
    <w:rsid w:val="00307242"/>
    <w:rPr>
      <w:sz w:val="24"/>
      <w:szCs w:val="24"/>
    </w:rPr>
  </w:style>
  <w:style w:type="paragraph" w:styleId="Normlnweb">
    <w:name w:val="Normal (Web)"/>
    <w:basedOn w:val="Normln"/>
    <w:uiPriority w:val="99"/>
    <w:unhideWhenUsed/>
    <w:rsid w:val="002B506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file:///\\wgt\zpravy$\SABLONY_DUMY\POSTUP\Anotace1.docx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2</TotalTime>
  <Pages>1</Pages>
  <Words>155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1369</CharactersWithSpaces>
  <SharedDoc>false</SharedDoc>
  <HLinks>
    <vt:vector size="6" baseType="variant">
      <vt:variant>
        <vt:i4>5177419</vt:i4>
      </vt:variant>
      <vt:variant>
        <vt:i4>15</vt:i4>
      </vt:variant>
      <vt:variant>
        <vt:i4>0</vt:i4>
      </vt:variant>
      <vt:variant>
        <vt:i4>5</vt:i4>
      </vt:variant>
      <vt:variant>
        <vt:lpwstr>Anotace1.docx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15</cp:revision>
  <cp:lastPrinted>1900-12-31T23:00:00Z</cp:lastPrinted>
  <dcterms:created xsi:type="dcterms:W3CDTF">2013-10-29T15:35:00Z</dcterms:created>
  <dcterms:modified xsi:type="dcterms:W3CDTF">2014-05-05T13:03:00Z</dcterms:modified>
</cp:coreProperties>
</file>