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A06C6">
        <w:rPr>
          <w:b/>
        </w:rPr>
        <w:t>Stavba buňky</w:t>
      </w:r>
      <w:r w:rsidR="000765C3">
        <w:rPr>
          <w:b/>
        </w:rPr>
        <w:t xml:space="preserve"> -</w:t>
      </w:r>
      <w:r w:rsidR="007A06C6">
        <w:rPr>
          <w:b/>
        </w:rPr>
        <w:t xml:space="preserve"> prověření znalostí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8E690F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2D2E0A">
        <w:t>1</w:t>
      </w:r>
      <w:r>
        <w:t>_</w:t>
      </w:r>
      <w:r w:rsidRPr="008E690F">
        <w:t xml:space="preserve"> </w:t>
      </w:r>
      <w:r w:rsidRPr="002D2E0A">
        <w:t>Biologie nebun</w:t>
      </w:r>
      <w:r>
        <w:t xml:space="preserve">ěčných, prokaryot, rostlin </w:t>
      </w:r>
      <w:r w:rsidR="005B3815">
        <w:t>a hub</w:t>
      </w:r>
      <w:bookmarkStart w:id="0" w:name="_GoBack"/>
      <w:bookmarkEnd w:id="0"/>
      <w:r>
        <w:t xml:space="preserve">         </w:t>
      </w:r>
      <w:r w:rsidR="008725F1">
        <w:t>Č</w:t>
      </w:r>
      <w:r w:rsidR="009F6F13">
        <w:t>íslo</w:t>
      </w:r>
      <w:r w:rsidR="008725F1">
        <w:t xml:space="preserve"> </w:t>
      </w:r>
      <w:r>
        <w:t xml:space="preserve">DUM: </w:t>
      </w:r>
      <w:r w:rsidR="00177821">
        <w:t>0</w:t>
      </w:r>
      <w:r>
        <w:t xml:space="preserve">4    Předmět: </w:t>
      </w:r>
      <w:r w:rsidR="000765C3">
        <w:t>b</w:t>
      </w:r>
      <w:r w:rsidR="002D2E0A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410F51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D2E0A">
        <w:t>14. 12. 2012</w:t>
      </w:r>
      <w:r w:rsidR="00163029">
        <w:tab/>
      </w:r>
    </w:p>
    <w:p w:rsidR="00410F51" w:rsidRDefault="00410F51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Třída: volitelný seminář pro 4. ročníky – Molekulární a buněčná biologie       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2D2E0A">
        <w:t xml:space="preserve"> Mgr. P. Trčková</w:t>
      </w:r>
    </w:p>
    <w:p w:rsidR="00163029" w:rsidRPr="00501C29" w:rsidRDefault="00871062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7A06C6" w:rsidP="00745A98">
      <w:r>
        <w:t>Opakování stavby buňky – porovnání stavby buňky prokaryotické a různých typů buňky eukaryotické</w:t>
      </w:r>
      <w:r w:rsidR="005F7209"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5F7209" w:rsidP="00745A98">
      <w:pPr>
        <w:spacing w:before="240" w:line="360" w:lineRule="auto"/>
        <w:rPr>
          <w:b/>
        </w:rPr>
      </w:pPr>
      <w:r>
        <w:t xml:space="preserve">Prokaryota, </w:t>
      </w:r>
      <w:r w:rsidR="007A06C6">
        <w:t>eukaryota, stavba buňky, buněčné organely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5F7209" w:rsidP="009F6F13">
      <w:r>
        <w:t xml:space="preserve">Materiál je určen pro </w:t>
      </w:r>
      <w:r w:rsidR="007A06C6">
        <w:t xml:space="preserve">prověření znalostí o stavbě různých typů buněk. Lze jej užít jak v prvním ročníku </w:t>
      </w:r>
      <w:r>
        <w:t> prvním ročníku čtyřletého studia</w:t>
      </w:r>
      <w:r w:rsidR="007A06C6">
        <w:t xml:space="preserve"> pro opakování probrané látky, tak pro </w:t>
      </w:r>
      <w:r>
        <w:t xml:space="preserve">opakování </w:t>
      </w:r>
      <w:r w:rsidR="007A06C6">
        <w:t xml:space="preserve">problematiky </w:t>
      </w:r>
      <w:r>
        <w:t>stavby prokaryotické</w:t>
      </w:r>
      <w:r w:rsidR="007A06C6">
        <w:t xml:space="preserve"> aeukaryotické</w:t>
      </w:r>
      <w:r>
        <w:t xml:space="preserve"> buňky ve vyšších ročnících (např. ve volitelných předmětech MBB, Cvičení z biologie Morfologie a systematika organismů atd.). Materiál je vytvořen pro</w:t>
      </w:r>
      <w:r w:rsidR="007A06C6">
        <w:t xml:space="preserve"> použití s interaktivní tabulí.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184F77" w:rsidP="00623F17">
      <w:r>
        <w:t xml:space="preserve">Aktivita trvá zhruba </w:t>
      </w:r>
      <w:r w:rsidR="007A06C6">
        <w:t>5 - 7</w:t>
      </w:r>
      <w:r>
        <w:t xml:space="preserve"> minut </w:t>
      </w:r>
      <w:r w:rsidR="007A06C6">
        <w:t>při výběru pouze jedné varianty. Pokud použijeme aktivitu celou a sestavíme postupně všechny typy buněk, je třeba počítat s časovým prostorem cca 20 minut.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E97" w:rsidRDefault="00671E97">
      <w:r>
        <w:separator/>
      </w:r>
    </w:p>
  </w:endnote>
  <w:endnote w:type="continuationSeparator" w:id="0">
    <w:p w:rsidR="00671E97" w:rsidRDefault="00671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2C5" w:rsidRDefault="001752C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2C5" w:rsidRDefault="001752C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E97" w:rsidRDefault="00671E97">
      <w:r>
        <w:separator/>
      </w:r>
    </w:p>
  </w:footnote>
  <w:footnote w:type="continuationSeparator" w:id="0">
    <w:p w:rsidR="00671E97" w:rsidRDefault="00671E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2C5" w:rsidRDefault="001752C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752C5">
      <w:rPr>
        <w:bCs/>
      </w:rPr>
      <w:t>34.</w:t>
    </w:r>
    <w:r>
      <w:rPr>
        <w:bCs/>
      </w:rPr>
      <w:t>0325</w:t>
    </w:r>
  </w:p>
  <w:p w:rsidR="00484E3A" w:rsidRPr="00745A98" w:rsidRDefault="0087106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871062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2C5" w:rsidRDefault="001752C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317F6"/>
    <w:rsid w:val="00040C37"/>
    <w:rsid w:val="000547D9"/>
    <w:rsid w:val="00054DFD"/>
    <w:rsid w:val="000765C3"/>
    <w:rsid w:val="000A48C9"/>
    <w:rsid w:val="000B2930"/>
    <w:rsid w:val="000C1FE7"/>
    <w:rsid w:val="000C3E7E"/>
    <w:rsid w:val="000E29CB"/>
    <w:rsid w:val="0010546B"/>
    <w:rsid w:val="00163029"/>
    <w:rsid w:val="001752C5"/>
    <w:rsid w:val="00177821"/>
    <w:rsid w:val="00184F77"/>
    <w:rsid w:val="001A6A4C"/>
    <w:rsid w:val="001B1DA6"/>
    <w:rsid w:val="001D7876"/>
    <w:rsid w:val="001F1A08"/>
    <w:rsid w:val="00232FB1"/>
    <w:rsid w:val="0028489E"/>
    <w:rsid w:val="00290C19"/>
    <w:rsid w:val="00297870"/>
    <w:rsid w:val="002A290B"/>
    <w:rsid w:val="002A5BAC"/>
    <w:rsid w:val="002B4B93"/>
    <w:rsid w:val="002D2E0A"/>
    <w:rsid w:val="0033262C"/>
    <w:rsid w:val="0034544A"/>
    <w:rsid w:val="00353FD9"/>
    <w:rsid w:val="0036718C"/>
    <w:rsid w:val="003761B0"/>
    <w:rsid w:val="003835AF"/>
    <w:rsid w:val="003877BE"/>
    <w:rsid w:val="00394D93"/>
    <w:rsid w:val="003A5AD6"/>
    <w:rsid w:val="003E4C3B"/>
    <w:rsid w:val="003E63C0"/>
    <w:rsid w:val="003F4DE8"/>
    <w:rsid w:val="00410F51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B3815"/>
    <w:rsid w:val="005D030A"/>
    <w:rsid w:val="005F7209"/>
    <w:rsid w:val="006027CC"/>
    <w:rsid w:val="00623F17"/>
    <w:rsid w:val="00671E97"/>
    <w:rsid w:val="006A718D"/>
    <w:rsid w:val="006E792F"/>
    <w:rsid w:val="00700E72"/>
    <w:rsid w:val="00745A98"/>
    <w:rsid w:val="007659FE"/>
    <w:rsid w:val="00771703"/>
    <w:rsid w:val="007A06C6"/>
    <w:rsid w:val="007C424F"/>
    <w:rsid w:val="007C52F1"/>
    <w:rsid w:val="007F02F7"/>
    <w:rsid w:val="007F06C8"/>
    <w:rsid w:val="00801324"/>
    <w:rsid w:val="00812228"/>
    <w:rsid w:val="0082351D"/>
    <w:rsid w:val="00823D1E"/>
    <w:rsid w:val="00871062"/>
    <w:rsid w:val="008725F1"/>
    <w:rsid w:val="008B5602"/>
    <w:rsid w:val="008E690F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12C07"/>
    <w:rsid w:val="00E80BD4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186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14</cp:revision>
  <cp:lastPrinted>1900-12-31T23:00:00Z</cp:lastPrinted>
  <dcterms:created xsi:type="dcterms:W3CDTF">2012-12-19T16:56:00Z</dcterms:created>
  <dcterms:modified xsi:type="dcterms:W3CDTF">2014-05-05T12:59:00Z</dcterms:modified>
</cp:coreProperties>
</file>