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884BF7" w:rsidRDefault="00884BF7" w:rsidP="00884BF7">
      <w:pPr>
        <w:autoSpaceDE w:val="0"/>
        <w:autoSpaceDN w:val="0"/>
        <w:adjustRightInd w:val="0"/>
        <w:rPr>
          <w:b/>
        </w:rPr>
      </w:pPr>
    </w:p>
    <w:p w:rsidR="00884BF7" w:rsidRDefault="009F6F13" w:rsidP="00884BF7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884BF7" w:rsidRPr="00884BF7">
        <w:rPr>
          <w:b/>
        </w:rPr>
        <w:t>Rostlinná pletiva podle tvaru buněk</w:t>
      </w:r>
    </w:p>
    <w:p w:rsidR="009F6F13" w:rsidRPr="00884BF7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  <w:sz w:val="16"/>
          <w:szCs w:val="16"/>
        </w:rPr>
      </w:pP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2D2E0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FA3C23">
        <w:t xml:space="preserve">: </w:t>
      </w:r>
      <w:r w:rsidR="00884BF7">
        <w:t>1</w:t>
      </w:r>
      <w:r w:rsidR="00FA3C23">
        <w:t>_</w:t>
      </w:r>
      <w:r w:rsidR="00FA3C23" w:rsidRPr="00FA3C23">
        <w:t xml:space="preserve"> </w:t>
      </w:r>
      <w:r w:rsidR="00FA3C23" w:rsidRPr="002D2E0A">
        <w:t>Biologie nebuněčných, prokaryot, rostlin a hub</w:t>
      </w:r>
      <w:r w:rsidR="00FA3C23">
        <w:t xml:space="preserve">    </w:t>
      </w:r>
      <w:r w:rsidR="00182F16">
        <w:t xml:space="preserve">      Číslo DUM: 01   Předmět: b</w:t>
      </w:r>
      <w:bookmarkStart w:id="0" w:name="_GoBack"/>
      <w:bookmarkEnd w:id="0"/>
      <w:r w:rsidR="00FA3C23">
        <w:t>iologie</w:t>
      </w:r>
      <w:r w:rsidR="00163029">
        <w:tab/>
      </w:r>
      <w:r w:rsidR="00FA3C23">
        <w:t xml:space="preserve">                                                                                           </w:t>
      </w:r>
      <w:r w:rsidR="002D2E0A">
        <w:tab/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884BF7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ind w:right="-218"/>
      </w:pPr>
      <w:r>
        <w:t>Datum ověření:</w:t>
      </w:r>
      <w:r>
        <w:tab/>
      </w:r>
      <w:r w:rsidR="00884BF7">
        <w:t>1. 11</w:t>
      </w:r>
      <w:r w:rsidR="00D32D22">
        <w:t xml:space="preserve"> 2013</w:t>
      </w:r>
      <w:r w:rsidR="00163029">
        <w:tab/>
      </w:r>
      <w:r>
        <w:t>Třída:</w:t>
      </w:r>
      <w:r w:rsidR="00163029">
        <w:tab/>
      </w:r>
      <w:r w:rsidR="00FA3C23">
        <w:t>MBB – 4. r</w:t>
      </w:r>
      <w:r w:rsidR="00884BF7">
        <w:t>oč.</w:t>
      </w:r>
      <w:r>
        <w:tab/>
        <w:t>Ověřující učitel:</w:t>
      </w:r>
      <w:r w:rsidR="002D2E0A">
        <w:t xml:space="preserve"> Mgr. </w:t>
      </w:r>
      <w:r w:rsidR="00884BF7">
        <w:t>H. Chotovinská</w:t>
      </w:r>
    </w:p>
    <w:p w:rsidR="00163029" w:rsidRPr="00501C29" w:rsidRDefault="00B34B63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884BF7" w:rsidP="00745A98">
      <w:r>
        <w:t>Problematika morfologie rostlin v návaznosti na praktické cvičení.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884BF7" w:rsidP="00745A98">
      <w:pPr>
        <w:spacing w:before="240" w:line="360" w:lineRule="auto"/>
        <w:rPr>
          <w:b/>
        </w:rPr>
      </w:pPr>
      <w:r>
        <w:t>Pletiva, parenchym, aerenchym, prozenchym, sklerenchym, kolenchym, buněčná stěna, tvat buněk, interceluláry, mechanická pletiva, preparát.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0E29DF" w:rsidRDefault="005F7209" w:rsidP="009F6F13">
      <w:r>
        <w:t xml:space="preserve">Materiál je určen pro </w:t>
      </w:r>
      <w:r w:rsidR="00884BF7">
        <w:t xml:space="preserve">seznámení se základními druhy rostlinných pletiv – dělení z hlediska tvaru buněk a tloušťky buněčné stěny. Součástí využití úlohy je pak práce s mikroskopem, při níž žáci ve vlastnoručně vytvořených preparátech poznávají jednotlivé druhy pletiv, s nimiž se v úloze teoreticky seznámili. </w:t>
      </w:r>
      <w:r w:rsidR="000E29DF">
        <w:t>Pro žáky jsou připraveny pracovní listy.</w:t>
      </w:r>
    </w:p>
    <w:p w:rsidR="000E29DF" w:rsidRDefault="000E29DF" w:rsidP="009F6F13"/>
    <w:p w:rsidR="00745A98" w:rsidRDefault="00D32D22" w:rsidP="009F6F13">
      <w:r>
        <w:t xml:space="preserve">K užití je materiál vhodný </w:t>
      </w:r>
      <w:r w:rsidR="00884BF7">
        <w:t>v prvním ročníku v rámci praktického cvičení z morfologie rostlin, nebo ve volitelných předmětech (3. popř. 4. ročníku) pro opakování</w:t>
      </w:r>
      <w:r w:rsidR="000E29DF">
        <w:t>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84BF7" w:rsidRPr="00884BF7" w:rsidRDefault="00884BF7" w:rsidP="00884BF7">
      <w:r w:rsidRPr="00884BF7">
        <w:t>Zdroj fotografií: Databáze úloh pro mikroskopická praktika: http://mikrosvet.mimoni.cz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D32D22" w:rsidP="00623F17">
      <w:r>
        <w:t xml:space="preserve">Časový prostor pro využití materiálu - </w:t>
      </w:r>
      <w:r w:rsidR="007A06C6">
        <w:t xml:space="preserve"> cca </w:t>
      </w:r>
      <w:r w:rsidR="00884BF7">
        <w:t>1 vyučovací hodina (45</w:t>
      </w:r>
      <w:r w:rsidR="007A06C6">
        <w:t xml:space="preserve"> minut</w:t>
      </w:r>
      <w:r w:rsidR="00884BF7">
        <w:t>)</w:t>
      </w:r>
      <w:r w:rsidR="007A06C6">
        <w:t>.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C60" w:rsidRDefault="005B3C60">
      <w:r>
        <w:separator/>
      </w:r>
    </w:p>
  </w:endnote>
  <w:endnote w:type="continuationSeparator" w:id="0">
    <w:p w:rsidR="005B3C60" w:rsidRDefault="005B3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032" w:rsidRDefault="0073303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032" w:rsidRDefault="0073303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C60" w:rsidRDefault="005B3C60">
      <w:r>
        <w:separator/>
      </w:r>
    </w:p>
  </w:footnote>
  <w:footnote w:type="continuationSeparator" w:id="0">
    <w:p w:rsidR="005B3C60" w:rsidRDefault="005B3C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032" w:rsidRDefault="0073303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33032">
      <w:rPr>
        <w:bCs/>
      </w:rPr>
      <w:t>34.</w:t>
    </w:r>
    <w:r>
      <w:rPr>
        <w:bCs/>
      </w:rPr>
      <w:t>0325</w:t>
    </w:r>
  </w:p>
  <w:p w:rsidR="00484E3A" w:rsidRPr="00745A98" w:rsidRDefault="00B34B6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B34B63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032" w:rsidRDefault="0073303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0E29DF"/>
    <w:rsid w:val="0010546B"/>
    <w:rsid w:val="00163029"/>
    <w:rsid w:val="00182F16"/>
    <w:rsid w:val="00184F77"/>
    <w:rsid w:val="001A6A4C"/>
    <w:rsid w:val="001F1A08"/>
    <w:rsid w:val="00232FB1"/>
    <w:rsid w:val="0028489E"/>
    <w:rsid w:val="00290C19"/>
    <w:rsid w:val="00297870"/>
    <w:rsid w:val="002A290B"/>
    <w:rsid w:val="002A5BAC"/>
    <w:rsid w:val="002D2E0A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B3C60"/>
    <w:rsid w:val="005D030A"/>
    <w:rsid w:val="005F7209"/>
    <w:rsid w:val="006027CC"/>
    <w:rsid w:val="00623F17"/>
    <w:rsid w:val="006A718D"/>
    <w:rsid w:val="006E792F"/>
    <w:rsid w:val="00700E72"/>
    <w:rsid w:val="00733032"/>
    <w:rsid w:val="00745A98"/>
    <w:rsid w:val="007659FE"/>
    <w:rsid w:val="00771703"/>
    <w:rsid w:val="007A06C6"/>
    <w:rsid w:val="007C424F"/>
    <w:rsid w:val="007C52F1"/>
    <w:rsid w:val="007F02F7"/>
    <w:rsid w:val="007F06C8"/>
    <w:rsid w:val="00801324"/>
    <w:rsid w:val="00812228"/>
    <w:rsid w:val="0082351D"/>
    <w:rsid w:val="00823D1E"/>
    <w:rsid w:val="008542B7"/>
    <w:rsid w:val="008725F1"/>
    <w:rsid w:val="00884BF7"/>
    <w:rsid w:val="00892A4A"/>
    <w:rsid w:val="008B5602"/>
    <w:rsid w:val="008C5A2F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34B63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2D22"/>
    <w:rsid w:val="00D65D2B"/>
    <w:rsid w:val="00D90808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A3C23"/>
    <w:rsid w:val="00FC34AC"/>
    <w:rsid w:val="00FC5935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187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2013-11-09T10:06:00Z</dcterms:created>
  <dcterms:modified xsi:type="dcterms:W3CDTF">2014-05-05T12:58:00Z</dcterms:modified>
</cp:coreProperties>
</file>