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E47" w:rsidRDefault="00184E4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496F6D">
        <w:rPr>
          <w:b/>
        </w:rPr>
        <w:t>Current issues – E</w:t>
      </w:r>
      <w:r w:rsidR="00665943">
        <w:rPr>
          <w:b/>
        </w:rPr>
        <w:t>nvironmental issues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65943" w:rsidRPr="007779DB">
        <w:t>Mgr. Sabina Vondráková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7779DB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 w:rsidRPr="007779DB">
        <w:t xml:space="preserve">Sada: </w:t>
      </w:r>
      <w:r w:rsidR="00496F6D" w:rsidRPr="007779DB">
        <w:t>2_O</w:t>
      </w:r>
      <w:r w:rsidR="00665943" w:rsidRPr="007779DB">
        <w:t>utside home</w:t>
      </w:r>
      <w:r w:rsidR="00163029" w:rsidRPr="007779DB">
        <w:tab/>
      </w:r>
      <w:r w:rsidR="008725F1" w:rsidRPr="007779DB">
        <w:t>Č</w:t>
      </w:r>
      <w:r w:rsidRPr="007779DB">
        <w:t>íslo</w:t>
      </w:r>
      <w:r w:rsidR="008725F1" w:rsidRPr="007779DB">
        <w:t xml:space="preserve"> DUM</w:t>
      </w:r>
      <w:r w:rsidRPr="007779DB">
        <w:t>:</w:t>
      </w:r>
      <w:r w:rsidR="00356EB4" w:rsidRPr="007779DB">
        <w:t xml:space="preserve"> </w:t>
      </w:r>
      <w:r w:rsidR="00665943" w:rsidRPr="007779DB">
        <w:t>15</w:t>
      </w:r>
      <w:r w:rsidR="00592F82" w:rsidRPr="007779DB">
        <w:tab/>
      </w:r>
      <w:r w:rsidR="00665943" w:rsidRPr="007779DB">
        <w:tab/>
      </w:r>
      <w:r w:rsidR="00592F82" w:rsidRPr="007779DB">
        <w:t>Předmět:</w:t>
      </w:r>
      <w:r w:rsidR="00592F82" w:rsidRPr="007779DB">
        <w:tab/>
      </w:r>
      <w:r w:rsidR="00665943" w:rsidRPr="007779DB">
        <w:t>anglický jazyk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496F6D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ind w:right="-218"/>
      </w:pPr>
      <w:r>
        <w:t>Datum ověření:</w:t>
      </w:r>
      <w:r>
        <w:tab/>
      </w:r>
      <w:r w:rsidR="0033074F">
        <w:t>5.</w:t>
      </w:r>
      <w:r w:rsidR="00496F6D">
        <w:t xml:space="preserve"> </w:t>
      </w:r>
      <w:r w:rsidR="0033074F">
        <w:t>4.</w:t>
      </w:r>
      <w:r w:rsidR="00496F6D">
        <w:t xml:space="preserve"> </w:t>
      </w:r>
      <w:r w:rsidR="0033074F">
        <w:t>2013</w:t>
      </w:r>
      <w:r w:rsidR="00163029">
        <w:tab/>
      </w:r>
      <w:r>
        <w:t>Třída:</w:t>
      </w:r>
      <w:r w:rsidR="00163029">
        <w:tab/>
      </w:r>
      <w:r w:rsidR="00665943">
        <w:t>4.B, 4.C</w:t>
      </w:r>
      <w:r>
        <w:tab/>
        <w:t>Ověřující učitel:</w:t>
      </w:r>
      <w:r w:rsidR="00496F6D">
        <w:t xml:space="preserve"> </w:t>
      </w:r>
      <w:r w:rsidR="00496F6D" w:rsidRPr="00496F6D">
        <w:rPr>
          <w:sz w:val="22"/>
        </w:rPr>
        <w:t>Mgr.</w:t>
      </w:r>
      <w:r w:rsidR="00665943" w:rsidRPr="00496F6D">
        <w:rPr>
          <w:sz w:val="22"/>
        </w:rPr>
        <w:t>Sabina Vondráková</w:t>
      </w:r>
    </w:p>
    <w:p w:rsidR="00184E47" w:rsidRDefault="00184E47" w:rsidP="00163029">
      <w:pPr>
        <w:spacing w:line="360" w:lineRule="auto"/>
      </w:pPr>
    </w:p>
    <w:p w:rsidR="00163029" w:rsidRPr="00501C29" w:rsidRDefault="004B76C5" w:rsidP="00163029">
      <w:pPr>
        <w:spacing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665943" w:rsidRPr="008A597E" w:rsidRDefault="00665943" w:rsidP="00184E47">
      <w:pPr>
        <w:spacing w:line="276" w:lineRule="auto"/>
        <w:jc w:val="both"/>
      </w:pPr>
      <w:r>
        <w:rPr>
          <w:rStyle w:val="Hypertextovodkaz"/>
          <w:color w:val="auto"/>
          <w:u w:val="none"/>
        </w:rPr>
        <w:t>Materiál je určený pro studenty, kteří jsou seznámeni se slovní zásobou k tématu environmental issues. Obsahuje různé otázky k diskuzi a poslech k tématu “global traffic jam“.</w:t>
      </w:r>
    </w:p>
    <w:p w:rsidR="00184E47" w:rsidRDefault="00184E47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33074F" w:rsidP="00745A98">
      <w:pPr>
        <w:spacing w:line="360" w:lineRule="auto"/>
        <w:rPr>
          <w:b/>
        </w:rPr>
      </w:pPr>
      <w:r>
        <w:t>traffic, traffic jam, commuting, travelling</w:t>
      </w:r>
    </w:p>
    <w:p w:rsidR="00184E47" w:rsidRDefault="00184E47" w:rsidP="00745A98">
      <w:pPr>
        <w:spacing w:line="360" w:lineRule="auto"/>
        <w:rPr>
          <w:b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33074F" w:rsidP="00184E47">
      <w:pPr>
        <w:spacing w:line="276" w:lineRule="auto"/>
        <w:jc w:val="both"/>
      </w:pPr>
      <w:r>
        <w:t>Studenti nejdříve diskutují o dopravě, jejích problémech a používáním aut. Poté poslouchají krátký úryvek, který řeší nadměrné používání aut a s tím související problémy s kolonami apod.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3074F" w:rsidRPr="00184E47" w:rsidRDefault="00496F6D" w:rsidP="0033074F">
      <w:r w:rsidRPr="00184E47">
        <w:rPr>
          <w:bCs/>
        </w:rPr>
        <w:t>Nahrávka stažena z:</w:t>
      </w:r>
    </w:p>
    <w:p w:rsidR="0033074F" w:rsidRPr="0033074F" w:rsidRDefault="004B76C5" w:rsidP="0033074F">
      <w:hyperlink r:id="rId8" w:history="1">
        <w:r w:rsidR="0033074F" w:rsidRPr="0033074F">
          <w:rPr>
            <w:rStyle w:val="Hypertextovodkaz"/>
            <w:b/>
            <w:bCs/>
          </w:rPr>
          <w:t>http://</w:t>
        </w:r>
      </w:hyperlink>
      <w:hyperlink r:id="rId9" w:history="1">
        <w:r w:rsidR="0033074F" w:rsidRPr="0033074F">
          <w:rPr>
            <w:rStyle w:val="Hypertextovodkaz"/>
            <w:b/>
            <w:bCs/>
          </w:rPr>
          <w:t>www.bbc.co.uk/worldservice/learningenglish/general/sixminute/2013/03/130321_6min_traffic_jam.shtml</w:t>
        </w:r>
      </w:hyperlink>
      <w:r w:rsidR="0033074F" w:rsidRPr="0033074F">
        <w:rPr>
          <w:b/>
          <w:bCs/>
        </w:rPr>
        <w:t xml:space="preserve"> </w:t>
      </w:r>
    </w:p>
    <w:p w:rsidR="00623F17" w:rsidRDefault="00623F17" w:rsidP="009F6F13"/>
    <w:p w:rsidR="00623F17" w:rsidRDefault="00623F17" w:rsidP="0033074F">
      <w:pPr>
        <w:spacing w:before="240" w:line="360" w:lineRule="auto"/>
        <w:rPr>
          <w:b/>
        </w:rPr>
      </w:pPr>
      <w:r w:rsidRPr="00EB331B">
        <w:rPr>
          <w:b/>
        </w:rPr>
        <w:t>Poznámka:</w:t>
      </w:r>
      <w:r w:rsidR="00496F6D">
        <w:rPr>
          <w:b/>
        </w:rPr>
        <w:t xml:space="preserve"> </w:t>
      </w:r>
    </w:p>
    <w:p w:rsidR="007779DB" w:rsidRDefault="007779DB" w:rsidP="00184E47">
      <w:pPr>
        <w:spacing w:line="276" w:lineRule="auto"/>
      </w:pPr>
      <w:r>
        <w:t>Cílová skupina: čtvrtý ročník SŠ</w:t>
      </w:r>
    </w:p>
    <w:p w:rsidR="007779DB" w:rsidRDefault="007779DB" w:rsidP="00184E47">
      <w:pPr>
        <w:spacing w:line="276" w:lineRule="auto"/>
      </w:pPr>
      <w:r>
        <w:t>Časová náročnost: 30 minut</w:t>
      </w:r>
      <w:bookmarkStart w:id="0" w:name="_GoBack"/>
      <w:bookmarkEnd w:id="0"/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FF2" w:rsidRDefault="00B65FF2">
      <w:r>
        <w:separator/>
      </w:r>
    </w:p>
  </w:endnote>
  <w:endnote w:type="continuationSeparator" w:id="0">
    <w:p w:rsidR="00B65FF2" w:rsidRDefault="00B65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A53" w:rsidRDefault="00F14A5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A53" w:rsidRDefault="00F14A5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A53" w:rsidRDefault="00F14A5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FF2" w:rsidRDefault="00B65FF2">
      <w:r>
        <w:separator/>
      </w:r>
    </w:p>
  </w:footnote>
  <w:footnote w:type="continuationSeparator" w:id="0">
    <w:p w:rsidR="00B65FF2" w:rsidRDefault="00B65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A53" w:rsidRDefault="00F14A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665943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14A53">
      <w:rPr>
        <w:bCs/>
      </w:rPr>
      <w:t>34.</w:t>
    </w:r>
    <w:r>
      <w:rPr>
        <w:bCs/>
      </w:rPr>
      <w:t>0325</w:t>
    </w:r>
  </w:p>
  <w:p w:rsidR="00356EB4" w:rsidRPr="00745A98" w:rsidRDefault="004B76C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4B76C5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A53" w:rsidRDefault="00F14A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31533"/>
    <w:rsid w:val="00163029"/>
    <w:rsid w:val="00184E47"/>
    <w:rsid w:val="001A6A4C"/>
    <w:rsid w:val="001F1A08"/>
    <w:rsid w:val="00232FB1"/>
    <w:rsid w:val="0028489E"/>
    <w:rsid w:val="00290C19"/>
    <w:rsid w:val="00297870"/>
    <w:rsid w:val="002A290B"/>
    <w:rsid w:val="002A5BAC"/>
    <w:rsid w:val="0033074F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6F6D"/>
    <w:rsid w:val="004B76C5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65943"/>
    <w:rsid w:val="006A718D"/>
    <w:rsid w:val="006B5653"/>
    <w:rsid w:val="006E792F"/>
    <w:rsid w:val="00700E72"/>
    <w:rsid w:val="00745A98"/>
    <w:rsid w:val="007659FE"/>
    <w:rsid w:val="00771703"/>
    <w:rsid w:val="007779DB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C5989"/>
    <w:rsid w:val="00AE0AB9"/>
    <w:rsid w:val="00B03303"/>
    <w:rsid w:val="00B0784A"/>
    <w:rsid w:val="00B11E31"/>
    <w:rsid w:val="00B121FF"/>
    <w:rsid w:val="00B43D79"/>
    <w:rsid w:val="00B65FF2"/>
    <w:rsid w:val="00B73B73"/>
    <w:rsid w:val="00BA4C26"/>
    <w:rsid w:val="00BC3C15"/>
    <w:rsid w:val="00BC5F11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4A53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4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worldservice/learningenglish/general/sixminute/2013/03/130321_6min_traffic_jam.shtml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bc.co.uk/worldservice/learningenglish/general/sixminute/2013/03/130321_6min_traffic_jam.shtm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11</TotalTime>
  <Pages>1</Pages>
  <Words>134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1400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1900-12-31T22:00:00Z</cp:lastPrinted>
  <dcterms:created xsi:type="dcterms:W3CDTF">2013-04-09T09:36:00Z</dcterms:created>
  <dcterms:modified xsi:type="dcterms:W3CDTF">2014-05-05T11:50:00Z</dcterms:modified>
</cp:coreProperties>
</file>