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2A8" w:rsidRDefault="003D22A8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42985">
        <w:rPr>
          <w:b/>
        </w:rPr>
        <w:t>Current issues – social problems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342985" w:rsidRPr="00011CAB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4298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62270" w:rsidRPr="00011CAB">
        <w:t>2</w:t>
      </w:r>
      <w:r w:rsidR="00356EB4" w:rsidRPr="00011CAB">
        <w:t>_</w:t>
      </w:r>
      <w:r w:rsidR="00350DA4" w:rsidRPr="00011CAB">
        <w:t>O</w:t>
      </w:r>
      <w:r w:rsidR="00342985" w:rsidRPr="00011CAB">
        <w:t>utside home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 w:rsidRPr="00350DA4">
        <w:t xml:space="preserve"> </w:t>
      </w:r>
      <w:r w:rsidR="00342985" w:rsidRPr="00011CAB">
        <w:t>12</w:t>
      </w:r>
      <w:r w:rsidR="00592F82">
        <w:tab/>
      </w:r>
      <w:r w:rsidR="00342985">
        <w:t xml:space="preserve">              Předmět: 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42985">
        <w:t>8.</w:t>
      </w:r>
      <w:r w:rsidR="00350DA4">
        <w:t xml:space="preserve"> </w:t>
      </w:r>
      <w:r w:rsidR="00342985">
        <w:t>2.</w:t>
      </w:r>
      <w:r w:rsidR="00350DA4">
        <w:t xml:space="preserve"> </w:t>
      </w:r>
      <w:r w:rsidR="00342985">
        <w:t>2013</w:t>
      </w:r>
      <w:r w:rsidR="00350DA4">
        <w:t xml:space="preserve">        </w:t>
      </w:r>
      <w:r>
        <w:t>Třída:</w:t>
      </w:r>
      <w:r w:rsidR="00350DA4">
        <w:t xml:space="preserve"> </w:t>
      </w:r>
      <w:r w:rsidR="00342985">
        <w:t>4.B, 4.C</w:t>
      </w:r>
      <w:r w:rsidR="00350DA4">
        <w:t xml:space="preserve">              </w:t>
      </w:r>
      <w:r>
        <w:t>Ověřující učitel:</w:t>
      </w:r>
      <w:r w:rsidR="00350DA4">
        <w:t xml:space="preserve"> </w:t>
      </w:r>
      <w:r w:rsidR="00342985">
        <w:t>Mgr. Sabina</w:t>
      </w:r>
      <w:r w:rsidR="00350DA4">
        <w:t xml:space="preserve">  </w:t>
      </w:r>
      <w:r w:rsidR="00342985">
        <w:t>Vondráková</w:t>
      </w:r>
    </w:p>
    <w:p w:rsidR="00163029" w:rsidRPr="00501C29" w:rsidRDefault="00F01015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669C0" w:rsidP="00745A98">
      <w:r>
        <w:t xml:space="preserve">Materiál slouží jako procvičení slovní zásoby k tématu current issues – social issues. </w:t>
      </w:r>
    </w:p>
    <w:p w:rsidR="003D22A8" w:rsidRDefault="003D22A8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342985" w:rsidP="003D22A8">
      <w:pPr>
        <w:spacing w:line="276" w:lineRule="auto"/>
        <w:jc w:val="both"/>
        <w:rPr>
          <w:b/>
        </w:rPr>
      </w:pPr>
      <w:r>
        <w:t>current social issues, global social problems, local social problems, famine, lack of water, diseases, drug abuse, unemloyement, economic crisis, racism, corruption, religious discrimination, homelessness, terrorism, crime, wars</w:t>
      </w:r>
    </w:p>
    <w:p w:rsidR="003D22A8" w:rsidRDefault="003D22A8" w:rsidP="00745A98">
      <w:pPr>
        <w:spacing w:line="360" w:lineRule="auto"/>
        <w:rPr>
          <w:b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342985" w:rsidRPr="00342985" w:rsidRDefault="00342985" w:rsidP="003D22A8">
      <w:pPr>
        <w:spacing w:line="276" w:lineRule="auto"/>
        <w:jc w:val="both"/>
      </w:pPr>
      <w:r w:rsidRPr="00342985">
        <w:t>Ma</w:t>
      </w:r>
      <w:r w:rsidR="00350DA4">
        <w:t xml:space="preserve">teriál je vhodné použít jako </w:t>
      </w:r>
      <w:r>
        <w:t>představení daného tématu – current issues – social issues. Seznamuje studenty s hlavní slovní zásobou.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42985" w:rsidRDefault="00342985" w:rsidP="00342985">
      <w:r>
        <w:t>obrázky</w:t>
      </w:r>
      <w:r w:rsidR="00350DA4">
        <w:t xml:space="preserve"> staženy z</w:t>
      </w:r>
      <w:r>
        <w:t xml:space="preserve">: </w:t>
      </w:r>
      <w:r w:rsidRPr="00342985">
        <w:t>starved girl</w:t>
      </w:r>
      <w:r>
        <w:t xml:space="preserve">: </w:t>
      </w:r>
      <w:hyperlink r:id="rId8" w:history="1">
        <w:r w:rsidRPr="00376677">
          <w:rPr>
            <w:rStyle w:val="Hypertextovodkaz"/>
          </w:rPr>
          <w:t>http://en.wikipedia.org/wiki/File:Starved_girl.jpg</w:t>
        </w:r>
      </w:hyperlink>
    </w:p>
    <w:p w:rsidR="00623F17" w:rsidRDefault="00342985" w:rsidP="009F6F13">
      <w:r>
        <w:tab/>
        <w:t xml:space="preserve">   </w:t>
      </w:r>
      <w:r w:rsidR="00350DA4">
        <w:tab/>
        <w:t xml:space="preserve">       </w:t>
      </w:r>
      <w:r w:rsidRPr="00342985">
        <w:t>India poverty</w:t>
      </w:r>
      <w:r>
        <w:t xml:space="preserve">: </w:t>
      </w:r>
      <w:r w:rsidRPr="00342985">
        <w:t>http://en.wikipedia.org/wiki/File:India_poverty.jpg</w:t>
      </w:r>
    </w:p>
    <w:p w:rsidR="003D22A8" w:rsidRPr="003D22A8" w:rsidRDefault="003D22A8" w:rsidP="003D22A8">
      <w:pPr>
        <w:spacing w:before="240"/>
        <w:rPr>
          <w:b/>
          <w:sz w:val="10"/>
          <w:szCs w:val="10"/>
        </w:rPr>
      </w:pPr>
    </w:p>
    <w:p w:rsidR="00011CAB" w:rsidRDefault="00623F17" w:rsidP="00011CAB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011CAB" w:rsidRDefault="00011CAB" w:rsidP="003D22A8">
      <w:pPr>
        <w:spacing w:line="276" w:lineRule="auto"/>
      </w:pPr>
      <w:r>
        <w:t>Cílová skupina: čtvrtý ročník</w:t>
      </w:r>
    </w:p>
    <w:p w:rsidR="00011CAB" w:rsidRDefault="00011CAB" w:rsidP="003D22A8">
      <w:pPr>
        <w:spacing w:line="276" w:lineRule="auto"/>
      </w:pPr>
      <w:r>
        <w:t>Časová náročnost: 45 minut</w:t>
      </w:r>
      <w:bookmarkStart w:id="0" w:name="_GoBack"/>
      <w:bookmarkEnd w:id="0"/>
    </w:p>
    <w:p w:rsidR="00623F17" w:rsidRDefault="00623F17" w:rsidP="00342985">
      <w:pPr>
        <w:spacing w:line="360" w:lineRule="auto"/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444" w:rsidRDefault="004A5444">
      <w:r>
        <w:separator/>
      </w:r>
    </w:p>
  </w:endnote>
  <w:endnote w:type="continuationSeparator" w:id="0">
    <w:p w:rsidR="004A5444" w:rsidRDefault="004A5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601" w:rsidRDefault="0010060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601" w:rsidRDefault="001006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444" w:rsidRDefault="004A5444">
      <w:r>
        <w:separator/>
      </w:r>
    </w:p>
  </w:footnote>
  <w:footnote w:type="continuationSeparator" w:id="0">
    <w:p w:rsidR="004A5444" w:rsidRDefault="004A5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601" w:rsidRDefault="0010060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34298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00601">
      <w:rPr>
        <w:bCs/>
      </w:rPr>
      <w:t>34.</w:t>
    </w:r>
    <w:r>
      <w:rPr>
        <w:bCs/>
      </w:rPr>
      <w:t>0325</w:t>
    </w:r>
  </w:p>
  <w:p w:rsidR="00356EB4" w:rsidRPr="00745A98" w:rsidRDefault="00F0101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F0101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601" w:rsidRDefault="0010060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11CAB"/>
    <w:rsid w:val="00040C37"/>
    <w:rsid w:val="000547D9"/>
    <w:rsid w:val="00054DFD"/>
    <w:rsid w:val="00062270"/>
    <w:rsid w:val="000A48C9"/>
    <w:rsid w:val="000B2930"/>
    <w:rsid w:val="000C1FE7"/>
    <w:rsid w:val="000C3E7E"/>
    <w:rsid w:val="000E29CB"/>
    <w:rsid w:val="00100601"/>
    <w:rsid w:val="0010546B"/>
    <w:rsid w:val="00152186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07A15"/>
    <w:rsid w:val="0033262C"/>
    <w:rsid w:val="00342985"/>
    <w:rsid w:val="0034544A"/>
    <w:rsid w:val="00350DA4"/>
    <w:rsid w:val="00353FD9"/>
    <w:rsid w:val="00356EB4"/>
    <w:rsid w:val="0036718C"/>
    <w:rsid w:val="003761B0"/>
    <w:rsid w:val="003835AF"/>
    <w:rsid w:val="00394D93"/>
    <w:rsid w:val="003A5AD6"/>
    <w:rsid w:val="003D22A8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5444"/>
    <w:rsid w:val="004C3049"/>
    <w:rsid w:val="004D7B2C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26003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188C"/>
    <w:rsid w:val="008725F1"/>
    <w:rsid w:val="008B5602"/>
    <w:rsid w:val="008F1D94"/>
    <w:rsid w:val="009178A2"/>
    <w:rsid w:val="00930B79"/>
    <w:rsid w:val="009A69A5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669C0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01015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4298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429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Starved_girl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137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1333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2013-03-05T09:57:00Z</dcterms:created>
  <dcterms:modified xsi:type="dcterms:W3CDTF">2014-05-05T11:48:00Z</dcterms:modified>
</cp:coreProperties>
</file>